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628" w:rsidRDefault="00A106EE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513C06C8" wp14:editId="06DD0F56">
            <wp:extent cx="5940425" cy="7700239"/>
            <wp:effectExtent l="0" t="0" r="3175" b="0"/>
            <wp:docPr id="1" name="Рисунок 1" descr="C:\Users\Zenin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nin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00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1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EE"/>
    <w:rsid w:val="008D1628"/>
    <w:rsid w:val="00A106EE"/>
    <w:rsid w:val="00C0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0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06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0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06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57CDD230.dotm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Zenin</dc:creator>
  <cp:lastModifiedBy>Булатов Александр Викторович</cp:lastModifiedBy>
  <cp:revision>2</cp:revision>
  <dcterms:created xsi:type="dcterms:W3CDTF">2017-12-04T14:51:00Z</dcterms:created>
  <dcterms:modified xsi:type="dcterms:W3CDTF">2017-12-04T14:51:00Z</dcterms:modified>
</cp:coreProperties>
</file>